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CBA1B" w14:textId="227CA578" w:rsidR="00C07B26" w:rsidRPr="00C07B26" w:rsidRDefault="00C07B26" w:rsidP="00C07B26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91472638"/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14:paraId="0A921D59" w14:textId="44A5C9B2" w:rsidR="00C07B26" w:rsidRPr="00C07B26" w:rsidRDefault="00C35BB4" w:rsidP="00C07B26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C07B26" w:rsidRPr="00C07B26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C07B26" w:rsidRPr="00C07B26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</w:t>
      </w:r>
    </w:p>
    <w:p w14:paraId="37D302BB" w14:textId="6C61B854" w:rsidR="00C07B26" w:rsidRPr="00C07B26" w:rsidRDefault="00C07B26" w:rsidP="00C07B26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7840C8DF" w14:textId="61884F76" w:rsidR="00C07B26" w:rsidRPr="00C07B26" w:rsidRDefault="00C07B26" w:rsidP="00C07B26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</w:t>
      </w:r>
    </w:p>
    <w:p w14:paraId="3F4D21C9" w14:textId="46B133FA" w:rsidR="00C07B26" w:rsidRPr="00C07B26" w:rsidRDefault="00C07B26" w:rsidP="00C07B26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5C33B4F0" w14:textId="018DDE85" w:rsidR="00C07B26" w:rsidRPr="00C07B26" w:rsidRDefault="00D44A01" w:rsidP="00C07B26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7B26" w:rsidRPr="00C07B2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 февраля 2026 года </w:t>
      </w:r>
      <w:r w:rsidR="00C07B26" w:rsidRPr="00C07B2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36</w:t>
      </w:r>
    </w:p>
    <w:p w14:paraId="29F6D229" w14:textId="77777777" w:rsidR="00C07B26" w:rsidRPr="00C07B26" w:rsidRDefault="00C07B26" w:rsidP="00C07B26">
      <w:pPr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03DB53" w14:textId="37F02DD4" w:rsidR="00C07B26" w:rsidRPr="00C07B26" w:rsidRDefault="00C07B26" w:rsidP="00C07B26">
      <w:pPr>
        <w:spacing w:after="120" w:line="240" w:lineRule="auto"/>
        <w:ind w:left="32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14:paraId="4701EF52" w14:textId="77777777" w:rsidR="00C07B26" w:rsidRPr="00C07B26" w:rsidRDefault="00C07B26" w:rsidP="00C07B26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191485922"/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к Положению о системе оплаты труда</w:t>
      </w:r>
    </w:p>
    <w:p w14:paraId="3046F37B" w14:textId="77777777" w:rsidR="00C07B26" w:rsidRPr="00C07B26" w:rsidRDefault="00C07B26" w:rsidP="00C07B26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работников муниципальных бюджетных</w:t>
      </w:r>
    </w:p>
    <w:p w14:paraId="2CF79598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общеобразовательных учреждений</w:t>
      </w:r>
    </w:p>
    <w:p w14:paraId="3132AEE1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и муниципального бюджетного образовательного</w:t>
      </w:r>
    </w:p>
    <w:p w14:paraId="006BAC3C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учреждения дополнительного образования</w:t>
      </w:r>
    </w:p>
    <w:p w14:paraId="3DBB19A4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 xml:space="preserve">«Центр творчества и воспитания» </w:t>
      </w:r>
      <w:proofErr w:type="spellStart"/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4DD389FC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476172F2" w14:textId="77777777" w:rsidR="00C07B26" w:rsidRPr="00C07B26" w:rsidRDefault="00C07B26" w:rsidP="00C07B26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0083850F" w14:textId="77777777" w:rsidR="00C07B26" w:rsidRPr="00C07B26" w:rsidRDefault="00C07B26" w:rsidP="00C07B26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области,</w:t>
      </w:r>
    </w:p>
    <w:p w14:paraId="50944D71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мэра</w:t>
      </w:r>
    </w:p>
    <w:p w14:paraId="646BBC58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14256E89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7B0E4D31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ind w:left="326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49B6B41A" w14:textId="6EB43F51" w:rsidR="009F158A" w:rsidRPr="00C07B26" w:rsidRDefault="00C07B26" w:rsidP="00C07B26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от 02 апреля 2025 года №</w:t>
      </w:r>
      <w:bookmarkEnd w:id="1"/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 xml:space="preserve"> 51</w:t>
      </w:r>
    </w:p>
    <w:bookmarkEnd w:id="0"/>
    <w:p w14:paraId="01281367" w14:textId="77777777" w:rsidR="009F158A" w:rsidRDefault="009F158A" w:rsidP="00C07B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44E923" w14:textId="77777777" w:rsidR="00C07B26" w:rsidRPr="00C07B26" w:rsidRDefault="00C07B26" w:rsidP="00C07B2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10359B" w14:textId="77777777" w:rsidR="007A549F" w:rsidRPr="00C07B26" w:rsidRDefault="007A549F" w:rsidP="00C07B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420"/>
      <w:bookmarkEnd w:id="2"/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ДОЛЖНОСТНЫЕ ОКЛАДЫ</w:t>
      </w:r>
    </w:p>
    <w:p w14:paraId="18E56915" w14:textId="77777777" w:rsidR="007A549F" w:rsidRPr="00C07B26" w:rsidRDefault="007A549F" w:rsidP="00C07B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(ставки заработной платы) работников образования</w:t>
      </w:r>
    </w:p>
    <w:p w14:paraId="33FD0214" w14:textId="77777777" w:rsidR="007A549F" w:rsidRPr="00C07B26" w:rsidRDefault="007A549F" w:rsidP="00C07B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4819"/>
        <w:gridCol w:w="1985"/>
      </w:tblGrid>
      <w:tr w:rsidR="007A549F" w:rsidRPr="00C07B26" w14:paraId="1449364D" w14:textId="77777777" w:rsidTr="00A35F09">
        <w:tc>
          <w:tcPr>
            <w:tcW w:w="2614" w:type="dxa"/>
            <w:hideMark/>
          </w:tcPr>
          <w:p w14:paraId="0C457CA1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60CAEB47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  <w:hideMark/>
          </w:tcPr>
          <w:p w14:paraId="63B0E4DF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Должностной оклад, ставка заработной платы в рублях</w:t>
            </w:r>
          </w:p>
        </w:tc>
      </w:tr>
      <w:tr w:rsidR="007A549F" w:rsidRPr="00C07B26" w14:paraId="51509111" w14:textId="77777777" w:rsidTr="00A35F09">
        <w:tc>
          <w:tcPr>
            <w:tcW w:w="9418" w:type="dxa"/>
            <w:gridSpan w:val="3"/>
            <w:hideMark/>
          </w:tcPr>
          <w:p w14:paraId="57B4E20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7A549F" w:rsidRPr="00C07B26" w14:paraId="24AAF412" w14:textId="77777777" w:rsidTr="00A35F09">
        <w:tc>
          <w:tcPr>
            <w:tcW w:w="2614" w:type="dxa"/>
            <w:vMerge w:val="restart"/>
            <w:hideMark/>
          </w:tcPr>
          <w:p w14:paraId="1ADA278C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3E2BEEB1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Помощник воспитателя</w:t>
            </w:r>
          </w:p>
          <w:p w14:paraId="3670C50F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F44923D" w14:textId="216E76B0" w:rsidR="007A549F" w:rsidRPr="00C07B26" w:rsidRDefault="00D6787A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7A549F" w:rsidRPr="00C07B26" w14:paraId="1F50D7E5" w14:textId="77777777" w:rsidTr="00A35F09">
        <w:tc>
          <w:tcPr>
            <w:tcW w:w="2614" w:type="dxa"/>
            <w:vMerge/>
            <w:vAlign w:val="center"/>
            <w:hideMark/>
          </w:tcPr>
          <w:p w14:paraId="4D621C12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47DBCDF5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учебной части</w:t>
            </w:r>
          </w:p>
          <w:p w14:paraId="56790DA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7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среднее профессиональное образование по программам подготовки специалистов среднего звена в области делопроизводства без предъявления требования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7D0E0E8B" w14:textId="25CC11A2" w:rsidR="007A549F" w:rsidRPr="00C07B26" w:rsidRDefault="00D6787A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13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</w:t>
            </w:r>
          </w:p>
        </w:tc>
      </w:tr>
      <w:tr w:rsidR="007A549F" w:rsidRPr="00C07B26" w14:paraId="252627DD" w14:textId="77777777" w:rsidTr="00A35F09">
        <w:tc>
          <w:tcPr>
            <w:tcW w:w="9418" w:type="dxa"/>
            <w:gridSpan w:val="3"/>
            <w:hideMark/>
          </w:tcPr>
          <w:p w14:paraId="7B772728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7A549F" w:rsidRPr="00C07B26" w14:paraId="58E79D8E" w14:textId="77777777" w:rsidTr="00A35F09">
        <w:tc>
          <w:tcPr>
            <w:tcW w:w="2614" w:type="dxa"/>
            <w:hideMark/>
          </w:tcPr>
          <w:p w14:paraId="43D4065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380485F5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Младший воспитатель</w:t>
            </w:r>
          </w:p>
          <w:p w14:paraId="2093EAFD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5D63CE21" w14:textId="645079DC" w:rsidR="007A549F" w:rsidRPr="00C07B26" w:rsidRDefault="00D6787A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</w:t>
            </w:r>
          </w:p>
        </w:tc>
      </w:tr>
      <w:tr w:rsidR="007A549F" w:rsidRPr="00C07B26" w14:paraId="79FA7078" w14:textId="77777777" w:rsidTr="00A35F09">
        <w:tc>
          <w:tcPr>
            <w:tcW w:w="2614" w:type="dxa"/>
            <w:hideMark/>
          </w:tcPr>
          <w:p w14:paraId="48943B0F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9AA8C8E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Диспетчер образовательного учреждения</w:t>
            </w:r>
          </w:p>
          <w:p w14:paraId="1EDF292F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 по программам подготовки специалистов среднего звена в области организации труда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723BC4D1" w14:textId="7E5FCD0D" w:rsidR="007A549F" w:rsidRPr="00C07B26" w:rsidRDefault="00D6787A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A549F" w:rsidRPr="00C07B26" w14:paraId="4AB56F33" w14:textId="77777777" w:rsidTr="00A35F09">
        <w:tc>
          <w:tcPr>
            <w:tcW w:w="9418" w:type="dxa"/>
            <w:gridSpan w:val="3"/>
            <w:hideMark/>
          </w:tcPr>
          <w:p w14:paraId="17B9B730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7A549F" w:rsidRPr="00C07B26" w14:paraId="063EE98E" w14:textId="77777777" w:rsidTr="00AC1C2B">
        <w:trPr>
          <w:trHeight w:val="20"/>
        </w:trPr>
        <w:tc>
          <w:tcPr>
            <w:tcW w:w="2614" w:type="dxa"/>
            <w:vMerge w:val="restart"/>
            <w:hideMark/>
          </w:tcPr>
          <w:p w14:paraId="2D77CB4C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67BEFF4B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Инструктор по труду</w:t>
            </w:r>
          </w:p>
          <w:p w14:paraId="2554D489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426A6203" w14:textId="2D1D862F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</w:t>
            </w:r>
          </w:p>
        </w:tc>
      </w:tr>
      <w:tr w:rsidR="007A549F" w:rsidRPr="00C07B26" w14:paraId="20EDAD11" w14:textId="77777777" w:rsidTr="00A35F09">
        <w:tc>
          <w:tcPr>
            <w:tcW w:w="2614" w:type="dxa"/>
            <w:vMerge/>
            <w:vAlign w:val="center"/>
            <w:hideMark/>
          </w:tcPr>
          <w:p w14:paraId="3692A59B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32E80DE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Инструктор по физической культуре</w:t>
            </w:r>
          </w:p>
          <w:p w14:paraId="0B6AA559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профессиональное образование по программам подготовки специалистов среднего звена в области физкультуры и спорта без предъявления требований к стажу работы либо высшее или среднее профессиональное образование по программам подготовки специалистов среднего звена и дополнительное профессиональное образование 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5560AEC" w14:textId="6C0B9D00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</w:t>
            </w:r>
          </w:p>
        </w:tc>
      </w:tr>
      <w:tr w:rsidR="007A549F" w:rsidRPr="00C07B26" w14:paraId="3CF917AB" w14:textId="77777777" w:rsidTr="00A35F09">
        <w:tc>
          <w:tcPr>
            <w:tcW w:w="2614" w:type="dxa"/>
            <w:vMerge/>
            <w:vAlign w:val="center"/>
            <w:hideMark/>
          </w:tcPr>
          <w:p w14:paraId="59153AE4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1E81353E" w14:textId="77777777" w:rsidR="007A549F" w:rsidRPr="00C07B26" w:rsidRDefault="007A549F" w:rsidP="00441022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Музыкальный руководитель</w:t>
            </w:r>
          </w:p>
          <w:p w14:paraId="5DE43B07" w14:textId="77777777" w:rsidR="007A549F" w:rsidRPr="00C07B26" w:rsidRDefault="007A549F" w:rsidP="00441022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по направлению подготовки «Образование и педагогика», «Музыкальное искусство»,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7B95B87" w14:textId="22CB5B6A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</w:t>
            </w:r>
          </w:p>
        </w:tc>
      </w:tr>
      <w:tr w:rsidR="007A549F" w:rsidRPr="00C07B26" w14:paraId="72DB8B7B" w14:textId="77777777" w:rsidTr="00A35F09">
        <w:tc>
          <w:tcPr>
            <w:tcW w:w="2614" w:type="dxa"/>
            <w:vMerge/>
            <w:vAlign w:val="center"/>
            <w:hideMark/>
          </w:tcPr>
          <w:p w14:paraId="3B0DDBDB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1DB82725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вожатый</w:t>
            </w:r>
          </w:p>
          <w:p w14:paraId="3CC26DF7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требований к стажу работы или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0A016710" w14:textId="41DAA2A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</w:t>
            </w:r>
          </w:p>
        </w:tc>
      </w:tr>
      <w:tr w:rsidR="007A549F" w:rsidRPr="00C07B26" w14:paraId="373FE6D4" w14:textId="77777777" w:rsidTr="00A35F09">
        <w:tc>
          <w:tcPr>
            <w:tcW w:w="2614" w:type="dxa"/>
            <w:vMerge w:val="restart"/>
            <w:hideMark/>
          </w:tcPr>
          <w:p w14:paraId="6B82D023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1477C2A2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Инструктор-методист</w:t>
            </w:r>
          </w:p>
          <w:p w14:paraId="51727454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в области физкультуры и спорта без предъявления требований к стажу работы или высшее образование по направлению подготовки «Образование и педагогика»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2EE58C30" w14:textId="1CDE0181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</w:p>
        </w:tc>
      </w:tr>
      <w:tr w:rsidR="007A549F" w:rsidRPr="00C07B26" w14:paraId="7839A44B" w14:textId="77777777" w:rsidTr="00A35F09">
        <w:tc>
          <w:tcPr>
            <w:tcW w:w="2614" w:type="dxa"/>
            <w:vMerge/>
            <w:vAlign w:val="center"/>
            <w:hideMark/>
          </w:tcPr>
          <w:p w14:paraId="2987213E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40131347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Концертмейстер</w:t>
            </w:r>
          </w:p>
          <w:p w14:paraId="36D756C5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(музыкальное) образование или среднее профессиональное (музыкальное) образование по программам подготовки специалистов среднего звена,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7E28A472" w14:textId="118DB066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</w:p>
        </w:tc>
      </w:tr>
      <w:tr w:rsidR="007A549F" w:rsidRPr="00C07B26" w14:paraId="59A1C61F" w14:textId="77777777" w:rsidTr="00A35F09">
        <w:tc>
          <w:tcPr>
            <w:tcW w:w="2614" w:type="dxa"/>
            <w:vMerge/>
            <w:vAlign w:val="center"/>
            <w:hideMark/>
          </w:tcPr>
          <w:p w14:paraId="5660CD40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5AAF01C4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 дополнительного образования</w:t>
            </w:r>
          </w:p>
          <w:p w14:paraId="06E39D2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 групп специальностей и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требований к стажу работы или высшее образование либо среднее профессиональное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образование по программам подготовки специалистов среднего звена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 или обучение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реализуемых образовательной организацией, с успешным прохождением аттестации не менее чем за два года обучения без предъявления требований стажу работы</w:t>
            </w:r>
          </w:p>
        </w:tc>
        <w:tc>
          <w:tcPr>
            <w:tcW w:w="1985" w:type="dxa"/>
            <w:hideMark/>
          </w:tcPr>
          <w:p w14:paraId="65110961" w14:textId="7DA50423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</w:p>
        </w:tc>
      </w:tr>
      <w:tr w:rsidR="007A549F" w:rsidRPr="00C07B26" w14:paraId="5311B023" w14:textId="77777777" w:rsidTr="00A35F09">
        <w:tc>
          <w:tcPr>
            <w:tcW w:w="2614" w:type="dxa"/>
            <w:vMerge/>
            <w:vAlign w:val="center"/>
            <w:hideMark/>
          </w:tcPr>
          <w:p w14:paraId="2E3A8514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161026BC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Педагог-организатор</w:t>
            </w:r>
          </w:p>
          <w:p w14:paraId="04AAC54E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</w:t>
            </w:r>
          </w:p>
          <w:p w14:paraId="265FEDFF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трудоустройства, без предъявления требований к стажу работы </w:t>
            </w:r>
          </w:p>
        </w:tc>
        <w:tc>
          <w:tcPr>
            <w:tcW w:w="1985" w:type="dxa"/>
            <w:hideMark/>
          </w:tcPr>
          <w:p w14:paraId="493A0D01" w14:textId="497D86E0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</w:p>
        </w:tc>
      </w:tr>
      <w:tr w:rsidR="007A549F" w:rsidRPr="00C07B26" w14:paraId="25C8FA78" w14:textId="77777777" w:rsidTr="00A35F09">
        <w:tc>
          <w:tcPr>
            <w:tcW w:w="2614" w:type="dxa"/>
            <w:vMerge/>
            <w:vAlign w:val="center"/>
            <w:hideMark/>
          </w:tcPr>
          <w:p w14:paraId="689F0135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36FE4DEF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Социальный педагог</w:t>
            </w:r>
          </w:p>
          <w:p w14:paraId="55009114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трудоустройства,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1CAA281" w14:textId="38754A2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</w:p>
        </w:tc>
      </w:tr>
      <w:tr w:rsidR="007A549F" w:rsidRPr="00C07B26" w14:paraId="5D4F8B6C" w14:textId="77777777" w:rsidTr="00A35F09">
        <w:tc>
          <w:tcPr>
            <w:tcW w:w="2614" w:type="dxa"/>
            <w:vMerge/>
            <w:vAlign w:val="center"/>
            <w:hideMark/>
          </w:tcPr>
          <w:p w14:paraId="2A3D8BA3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1622AEFB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Тренер-преподаватель</w:t>
            </w:r>
          </w:p>
          <w:p w14:paraId="4B9F8097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области физкультуры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 спорта без предъявления требований к стажу работы или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4114FD8B" w14:textId="0227CDE0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16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</w:p>
        </w:tc>
      </w:tr>
      <w:tr w:rsidR="007A549F" w:rsidRPr="00C07B26" w14:paraId="6E21895E" w14:textId="77777777" w:rsidTr="00A35F09">
        <w:tc>
          <w:tcPr>
            <w:tcW w:w="2614" w:type="dxa"/>
            <w:vMerge w:val="restart"/>
            <w:hideMark/>
          </w:tcPr>
          <w:p w14:paraId="4FA4847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757B18C7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Воспитатель</w:t>
            </w:r>
          </w:p>
          <w:p w14:paraId="0E72900B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без предъявления требований к стажу работы </w:t>
            </w:r>
          </w:p>
        </w:tc>
        <w:tc>
          <w:tcPr>
            <w:tcW w:w="1985" w:type="dxa"/>
            <w:hideMark/>
          </w:tcPr>
          <w:p w14:paraId="5C0CB250" w14:textId="6F449819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</w:t>
            </w:r>
          </w:p>
        </w:tc>
      </w:tr>
      <w:tr w:rsidR="007A549F" w:rsidRPr="00C07B26" w14:paraId="297BC77E" w14:textId="77777777" w:rsidTr="00A35F09">
        <w:tc>
          <w:tcPr>
            <w:tcW w:w="2614" w:type="dxa"/>
            <w:vMerge/>
            <w:vAlign w:val="center"/>
            <w:hideMark/>
          </w:tcPr>
          <w:p w14:paraId="179FC0FB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66BB0AF6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Методист</w:t>
            </w:r>
          </w:p>
          <w:p w14:paraId="30A07EE5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специальностей и направлений подготовки высшего образования и специальностей среднего профессионального образования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«Образование и педагогические науки» без предъявления требований к стажу работы или высшее образование либо среднее профессиональное образование по программам подготовки специалистов среднего звена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830F6E1" w14:textId="2527D28E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</w:t>
            </w:r>
          </w:p>
        </w:tc>
      </w:tr>
      <w:tr w:rsidR="007A549F" w:rsidRPr="00C07B26" w14:paraId="65EB9E13" w14:textId="77777777" w:rsidTr="00A35F09">
        <w:tc>
          <w:tcPr>
            <w:tcW w:w="2614" w:type="dxa"/>
            <w:vMerge/>
            <w:vAlign w:val="center"/>
            <w:hideMark/>
          </w:tcPr>
          <w:p w14:paraId="0CA0F7A1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1648A093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Педагог-психолог</w:t>
            </w:r>
          </w:p>
          <w:p w14:paraId="7B44ED02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в области педагогики и психологии, психологии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E455C1E" w14:textId="034DCBEB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</w:t>
            </w:r>
          </w:p>
        </w:tc>
      </w:tr>
      <w:tr w:rsidR="007A549F" w:rsidRPr="00C07B26" w14:paraId="24730842" w14:textId="77777777" w:rsidTr="00A35F09">
        <w:tc>
          <w:tcPr>
            <w:tcW w:w="2614" w:type="dxa"/>
            <w:vMerge/>
            <w:vAlign w:val="center"/>
            <w:hideMark/>
          </w:tcPr>
          <w:p w14:paraId="1B1C1B11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20471EB0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инструктор-методист</w:t>
            </w:r>
          </w:p>
          <w:p w14:paraId="637112A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в области физкультуры и спорта и стаж работы в должности методиста, инструктора-методиста не менее 2 лет</w:t>
            </w:r>
          </w:p>
        </w:tc>
        <w:tc>
          <w:tcPr>
            <w:tcW w:w="1985" w:type="dxa"/>
            <w:hideMark/>
          </w:tcPr>
          <w:p w14:paraId="03E5DD9A" w14:textId="7CDE928B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</w:t>
            </w:r>
          </w:p>
        </w:tc>
      </w:tr>
      <w:tr w:rsidR="007A549F" w:rsidRPr="00C07B26" w14:paraId="5DCEFC2F" w14:textId="77777777" w:rsidTr="00A35F09">
        <w:tc>
          <w:tcPr>
            <w:tcW w:w="2614" w:type="dxa"/>
            <w:vMerge/>
            <w:vAlign w:val="center"/>
            <w:hideMark/>
          </w:tcPr>
          <w:p w14:paraId="6C107F00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4FE51796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педагог дополнительного образования</w:t>
            </w:r>
          </w:p>
          <w:p w14:paraId="22C6C79C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в рамках укрупненных групп специальностей и направлений подготовки высшего образования «Образование и педагогические науки» и стаж работы не менее двух лет в должности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педагога дополнительного образования, иной должности педагогического работника или высшее образование в рамках иных укрупненных групп специальностей и направлений подготовки высшего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 и стаж работы не менее двух лет в должности педагога дополнительного образования, иной должности педагогического работника</w:t>
            </w:r>
          </w:p>
        </w:tc>
        <w:tc>
          <w:tcPr>
            <w:tcW w:w="1985" w:type="dxa"/>
            <w:hideMark/>
          </w:tcPr>
          <w:p w14:paraId="3EE477A6" w14:textId="413B8BD5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</w:t>
            </w:r>
          </w:p>
        </w:tc>
      </w:tr>
      <w:tr w:rsidR="007A549F" w:rsidRPr="00C07B26" w14:paraId="4BAEA577" w14:textId="77777777" w:rsidTr="00A35F09">
        <w:tc>
          <w:tcPr>
            <w:tcW w:w="2614" w:type="dxa"/>
            <w:vMerge/>
            <w:vAlign w:val="center"/>
            <w:hideMark/>
          </w:tcPr>
          <w:p w14:paraId="68AD91F4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65C539A5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тренер-преподаватель</w:t>
            </w:r>
          </w:p>
          <w:p w14:paraId="5A416062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в области физкультуры и спорта и стаж работы по специальности не менее 2 лет</w:t>
            </w:r>
          </w:p>
        </w:tc>
        <w:tc>
          <w:tcPr>
            <w:tcW w:w="1985" w:type="dxa"/>
            <w:hideMark/>
          </w:tcPr>
          <w:p w14:paraId="191B6998" w14:textId="09715574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</w:t>
            </w:r>
          </w:p>
        </w:tc>
      </w:tr>
      <w:tr w:rsidR="007A549F" w:rsidRPr="00C07B26" w14:paraId="2F0D8476" w14:textId="77777777" w:rsidTr="00A35F09">
        <w:tc>
          <w:tcPr>
            <w:tcW w:w="2614" w:type="dxa"/>
            <w:vMerge w:val="restart"/>
            <w:hideMark/>
          </w:tcPr>
          <w:p w14:paraId="060E9762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квалификационный уровень</w:t>
            </w:r>
          </w:p>
        </w:tc>
        <w:tc>
          <w:tcPr>
            <w:tcW w:w="4819" w:type="dxa"/>
            <w:hideMark/>
          </w:tcPr>
          <w:p w14:paraId="78D23336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Педагог-библиотекарь</w:t>
            </w:r>
          </w:p>
          <w:p w14:paraId="330389B1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получением его после трудоустройства,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29C61482" w14:textId="346E1F09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7E0F4678" w14:textId="77777777" w:rsidTr="00A35F09">
        <w:tc>
          <w:tcPr>
            <w:tcW w:w="2614" w:type="dxa"/>
            <w:vMerge/>
            <w:vAlign w:val="center"/>
            <w:hideMark/>
          </w:tcPr>
          <w:p w14:paraId="349F766A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648E884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Преподаватель</w:t>
            </w:r>
          </w:p>
          <w:p w14:paraId="4B0F592C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26DCC21B" w14:textId="0E44D472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050A3988" w14:textId="77777777" w:rsidTr="00A35F09">
        <w:tc>
          <w:tcPr>
            <w:tcW w:w="2614" w:type="dxa"/>
            <w:vMerge/>
            <w:vAlign w:val="center"/>
            <w:hideMark/>
          </w:tcPr>
          <w:p w14:paraId="2B0F606E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07F3391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Преподаватель-организатор основ безопасности и защиты Родины</w:t>
            </w:r>
          </w:p>
          <w:p w14:paraId="18E24575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 профессиональная подготовка по направлению подготовки «Образование и педагогика» или ГО без предъявления требований к стажу работы либо среднее профессиональное образование по программам подготовки специалистов среднего звена по направлению подготовки «Образование и педагогика» или ГО и стаж работы по специальности не менее 3 лет, либо среднее профессиональное (военное) образование по программам подготовки специалистов среднего звена и дополнительное профессиональное образование в области образования и педагогики и стаж работы по специальности не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менее 3 лет</w:t>
            </w:r>
          </w:p>
        </w:tc>
        <w:tc>
          <w:tcPr>
            <w:tcW w:w="1985" w:type="dxa"/>
            <w:hideMark/>
          </w:tcPr>
          <w:p w14:paraId="3B8F5705" w14:textId="2E71B7B2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372DE53D" w14:textId="77777777" w:rsidTr="00A35F09">
        <w:tc>
          <w:tcPr>
            <w:tcW w:w="2614" w:type="dxa"/>
            <w:vMerge/>
            <w:vAlign w:val="center"/>
            <w:hideMark/>
          </w:tcPr>
          <w:p w14:paraId="744DBA4B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64F0CFAC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воспитатель</w:t>
            </w:r>
          </w:p>
          <w:p w14:paraId="055BE037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в рамках укрупненных групп направлений подготовки высшего образования «Образование и педагогические науки», стаж работы в должности воспитателя не менее 2 лет</w:t>
            </w:r>
          </w:p>
        </w:tc>
        <w:tc>
          <w:tcPr>
            <w:tcW w:w="1985" w:type="dxa"/>
            <w:hideMark/>
          </w:tcPr>
          <w:p w14:paraId="30B55295" w14:textId="43B6A045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71FDB8E0" w14:textId="77777777" w:rsidTr="00A35F09">
        <w:tc>
          <w:tcPr>
            <w:tcW w:w="2614" w:type="dxa"/>
            <w:vMerge/>
            <w:vAlign w:val="center"/>
            <w:hideMark/>
          </w:tcPr>
          <w:p w14:paraId="76C01718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4242EDED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Старший методист</w:t>
            </w:r>
          </w:p>
          <w:p w14:paraId="1CAE80D4" w14:textId="3C8C033D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в рамках укрупненных групп специальностей и направлений подготовки высшего образования «Образование и педагогические науки» и стаж работы не менее двух лет в должности методиста или в должности педагога дополнительного образования, иной должности педагогического работника или высшее образование в рамках иных укрупненных групп специальностей и направлений подготовки высшего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стаж работы не менее двух лет в должности методиста или должности педагога дополнительного образования, иной долж</w:t>
            </w:r>
            <w:r w:rsidR="004410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педагогического работник</w:t>
            </w:r>
          </w:p>
        </w:tc>
        <w:tc>
          <w:tcPr>
            <w:tcW w:w="1985" w:type="dxa"/>
            <w:hideMark/>
          </w:tcPr>
          <w:p w14:paraId="6D9115C9" w14:textId="7B5B2ECF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30F65084" w14:textId="77777777" w:rsidTr="00A35F09">
        <w:tc>
          <w:tcPr>
            <w:tcW w:w="2614" w:type="dxa"/>
            <w:vMerge/>
            <w:vAlign w:val="center"/>
            <w:hideMark/>
          </w:tcPr>
          <w:p w14:paraId="2DAA6921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7D8FE549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Тьютор</w:t>
            </w:r>
            <w:proofErr w:type="spellEnd"/>
          </w:p>
          <w:p w14:paraId="145C1A9B" w14:textId="5B03113F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«Образование и педагогические науки» без предъявления  требований к стажу работы или высшее образование или среднее профессиональное образование 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без предъяв</w:t>
            </w:r>
            <w:r w:rsidR="004410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ления требований к стажу работы</w:t>
            </w:r>
          </w:p>
        </w:tc>
        <w:tc>
          <w:tcPr>
            <w:tcW w:w="1985" w:type="dxa"/>
            <w:hideMark/>
          </w:tcPr>
          <w:p w14:paraId="2C75742B" w14:textId="4F16816A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1695DCE4" w14:textId="77777777" w:rsidTr="00A35F09">
        <w:tc>
          <w:tcPr>
            <w:tcW w:w="2614" w:type="dxa"/>
            <w:vMerge/>
            <w:vAlign w:val="center"/>
            <w:hideMark/>
          </w:tcPr>
          <w:p w14:paraId="747BA8F3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470D59AE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Учитель</w:t>
            </w:r>
          </w:p>
          <w:p w14:paraId="66363529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или 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деятельности в образовательной организации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48A254A3" w14:textId="30469AC2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27C32C71" w14:textId="77777777" w:rsidTr="00A35F09">
        <w:tc>
          <w:tcPr>
            <w:tcW w:w="2614" w:type="dxa"/>
            <w:vMerge/>
            <w:vAlign w:val="center"/>
            <w:hideMark/>
          </w:tcPr>
          <w:p w14:paraId="0E47CAFB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7342C2D7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Учитель-дефектолог</w:t>
            </w:r>
          </w:p>
          <w:p w14:paraId="6339B321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(профиль: нарушения слуха, задержка психического развития, нарушения зрения, нарушения опорно-двигательного аппарата, ранний и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дошкольный возраст, интеллектуальные нарушения, расстройства аутистического спектра) высшее образование по направлению подготовки «Специальное (дефектологическое) образование» без предъявления  требований к стажу работы либо высшее образование в рамках укрупненных групп направлений подготовки высшего образования «Образование и педагогические науки», «Психологические науки» и дополнительное профессиональное образование по программам профессиональной переподготовки по направлению, соответствующему профилю деятельности «Работа с обучающимися с нарушениями слуха», «Работа с обучающимися с задержкой психического развития», «Работа с обучающимися с нарушением зрения», «Работа с обучающимися с нарушениями опорно-двигательного аппарата», «Работа с детьми раннего и дошкольного возраста, имеющими нарушения развития или риск их возникновения», «Работа с обучающимися с умственной отсталостью (интеллектуальными нарушениями), с тяжелыми и множественными нарушениями развития», «Работа с обучающимися с расстройствами аутистического спектра»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799F119" w14:textId="68E9BC6C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4A083459" w14:textId="77777777" w:rsidTr="00A35F09">
        <w:tc>
          <w:tcPr>
            <w:tcW w:w="2614" w:type="dxa"/>
            <w:vMerge/>
            <w:vAlign w:val="center"/>
            <w:hideMark/>
          </w:tcPr>
          <w:p w14:paraId="058CB529" w14:textId="77777777" w:rsidR="007A549F" w:rsidRPr="00C07B26" w:rsidRDefault="007A549F" w:rsidP="00C07B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hideMark/>
          </w:tcPr>
          <w:p w14:paraId="020E8BAA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Учитель-логопед</w:t>
            </w:r>
          </w:p>
          <w:p w14:paraId="03109ADB" w14:textId="12C145FB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(профиль: нарушение речи) высшее образование по направлению подготовки «Специальное (дефектологическое) образовани</w:t>
            </w:r>
            <w:r w:rsidR="004410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е» без предъявления требований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стажу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работы либо высшее образование в рамках укрупненных групп направлений подготовки высшего образования «Образование и педагогические науки», «Психологические науки» и дополнительное профессиональное образование по программам профессиональной переподготовки по направлению «Работа с обучающимися с нарушениями речи и коммуникации» без предъявления требований к стажу работы»</w:t>
            </w:r>
          </w:p>
        </w:tc>
        <w:tc>
          <w:tcPr>
            <w:tcW w:w="1985" w:type="dxa"/>
            <w:hideMark/>
          </w:tcPr>
          <w:p w14:paraId="2F11697A" w14:textId="70013384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963</w:t>
            </w:r>
          </w:p>
        </w:tc>
      </w:tr>
      <w:tr w:rsidR="007A549F" w:rsidRPr="00C07B26" w14:paraId="5185EDEA" w14:textId="77777777" w:rsidTr="00A35F09">
        <w:tc>
          <w:tcPr>
            <w:tcW w:w="9418" w:type="dxa"/>
            <w:gridSpan w:val="3"/>
            <w:hideMark/>
          </w:tcPr>
          <w:p w14:paraId="37CD1406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7A549F" w:rsidRPr="00C07B26" w14:paraId="53F0403C" w14:textId="77777777" w:rsidTr="00A35F09">
        <w:tc>
          <w:tcPr>
            <w:tcW w:w="2614" w:type="dxa"/>
            <w:hideMark/>
          </w:tcPr>
          <w:p w14:paraId="1A050BA4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4E9C600E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  <w:p w14:paraId="601DCBE1" w14:textId="77777777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ind w:right="8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 по специальности, соответствующей профилю структурного подразделения образовательного учреждения, 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985" w:type="dxa"/>
            <w:hideMark/>
          </w:tcPr>
          <w:p w14:paraId="72236BEC" w14:textId="525BFAA9" w:rsidR="007A549F" w:rsidRPr="00C07B26" w:rsidRDefault="007A549F" w:rsidP="00C07B2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7B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</w:tr>
    </w:tbl>
    <w:p w14:paraId="42DD0F3E" w14:textId="77777777" w:rsidR="007A549F" w:rsidRPr="00C07B26" w:rsidRDefault="007A549F" w:rsidP="00C07B26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6F3704" w14:textId="6A8CB3A5" w:rsidR="009F158A" w:rsidRPr="00C07B26" w:rsidRDefault="009F158A" w:rsidP="004410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B26">
        <w:rPr>
          <w:rFonts w:ascii="Times New Roman" w:eastAsia="Times New Roman" w:hAnsi="Times New Roman"/>
          <w:sz w:val="28"/>
          <w:szCs w:val="28"/>
          <w:lang w:eastAsia="ru-RU"/>
        </w:rPr>
        <w:t>Заведующим библиотеками размер должностного оклада устанавливается как для руководителей структурных подразделений 1-го квалификационного уровня.</w:t>
      </w:r>
      <w:r w:rsidR="007617C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3" w:name="_GoBack"/>
      <w:bookmarkEnd w:id="3"/>
    </w:p>
    <w:sectPr w:rsidR="009F158A" w:rsidRPr="00C07B26" w:rsidSect="001F192E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2CC83" w14:textId="77777777" w:rsidR="0092052A" w:rsidRDefault="0092052A" w:rsidP="00AE5C63">
      <w:pPr>
        <w:spacing w:after="0" w:line="240" w:lineRule="auto"/>
      </w:pPr>
      <w:r>
        <w:separator/>
      </w:r>
    </w:p>
  </w:endnote>
  <w:endnote w:type="continuationSeparator" w:id="0">
    <w:p w14:paraId="77EB979D" w14:textId="77777777" w:rsidR="0092052A" w:rsidRDefault="0092052A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28C40" w14:textId="77777777" w:rsidR="0092052A" w:rsidRDefault="0092052A" w:rsidP="00AE5C63">
      <w:pPr>
        <w:spacing w:after="0" w:line="240" w:lineRule="auto"/>
      </w:pPr>
      <w:r>
        <w:separator/>
      </w:r>
    </w:p>
  </w:footnote>
  <w:footnote w:type="continuationSeparator" w:id="0">
    <w:p w14:paraId="136D6CAE" w14:textId="77777777" w:rsidR="0092052A" w:rsidRDefault="0092052A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026905"/>
      <w:docPartObj>
        <w:docPartGallery w:val="Page Numbers (Top of Page)"/>
        <w:docPartUnique/>
      </w:docPartObj>
    </w:sdtPr>
    <w:sdtEndPr/>
    <w:sdtContent>
      <w:p w14:paraId="265E8FC9" w14:textId="1EB1672D" w:rsidR="001F192E" w:rsidRDefault="001F19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7C3">
          <w:rPr>
            <w:noProof/>
          </w:rPr>
          <w:t>13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1A370" w14:textId="49CD7F71" w:rsidR="001F192E" w:rsidRDefault="001F192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51A9"/>
    <w:rsid w:val="0007360E"/>
    <w:rsid w:val="00081369"/>
    <w:rsid w:val="00090464"/>
    <w:rsid w:val="000E28C3"/>
    <w:rsid w:val="00185FEC"/>
    <w:rsid w:val="001C3F2D"/>
    <w:rsid w:val="001D58A3"/>
    <w:rsid w:val="001E1F9F"/>
    <w:rsid w:val="001E4001"/>
    <w:rsid w:val="001E6CF8"/>
    <w:rsid w:val="001E75F5"/>
    <w:rsid w:val="001F192E"/>
    <w:rsid w:val="001F24D3"/>
    <w:rsid w:val="0021393F"/>
    <w:rsid w:val="00250C27"/>
    <w:rsid w:val="002C7B25"/>
    <w:rsid w:val="002E5832"/>
    <w:rsid w:val="00364F8F"/>
    <w:rsid w:val="00441022"/>
    <w:rsid w:val="004C01E1"/>
    <w:rsid w:val="004E4613"/>
    <w:rsid w:val="00520CBF"/>
    <w:rsid w:val="00631083"/>
    <w:rsid w:val="00721D8A"/>
    <w:rsid w:val="00735D4D"/>
    <w:rsid w:val="007452E2"/>
    <w:rsid w:val="007617C3"/>
    <w:rsid w:val="007622F4"/>
    <w:rsid w:val="00770561"/>
    <w:rsid w:val="007A549F"/>
    <w:rsid w:val="007A7755"/>
    <w:rsid w:val="008276D6"/>
    <w:rsid w:val="008629FA"/>
    <w:rsid w:val="008A5B2F"/>
    <w:rsid w:val="008C5977"/>
    <w:rsid w:val="008D2BB0"/>
    <w:rsid w:val="0092052A"/>
    <w:rsid w:val="00987DB5"/>
    <w:rsid w:val="009A793A"/>
    <w:rsid w:val="009F158A"/>
    <w:rsid w:val="009F2B0B"/>
    <w:rsid w:val="00A06A07"/>
    <w:rsid w:val="00A35F09"/>
    <w:rsid w:val="00AB1C90"/>
    <w:rsid w:val="00AC0600"/>
    <w:rsid w:val="00AC1C2B"/>
    <w:rsid w:val="00AC72C8"/>
    <w:rsid w:val="00AE5C63"/>
    <w:rsid w:val="00B015C0"/>
    <w:rsid w:val="00B10ED9"/>
    <w:rsid w:val="00B21A7B"/>
    <w:rsid w:val="00B25688"/>
    <w:rsid w:val="00B34BB3"/>
    <w:rsid w:val="00B80331"/>
    <w:rsid w:val="00C02849"/>
    <w:rsid w:val="00C07B26"/>
    <w:rsid w:val="00C1520A"/>
    <w:rsid w:val="00C269F3"/>
    <w:rsid w:val="00C35BB4"/>
    <w:rsid w:val="00C50F1B"/>
    <w:rsid w:val="00CD5F66"/>
    <w:rsid w:val="00D12794"/>
    <w:rsid w:val="00D44A01"/>
    <w:rsid w:val="00D5325C"/>
    <w:rsid w:val="00D6787A"/>
    <w:rsid w:val="00D67BD8"/>
    <w:rsid w:val="00D7449B"/>
    <w:rsid w:val="00DB2CF5"/>
    <w:rsid w:val="00DD1C02"/>
    <w:rsid w:val="00DF7897"/>
    <w:rsid w:val="00E00607"/>
    <w:rsid w:val="00E12625"/>
    <w:rsid w:val="00E13D91"/>
    <w:rsid w:val="00E17855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5DECF"/>
  <w15:chartTrackingRefBased/>
  <w15:docId w15:val="{9806F153-7EBE-40B7-A84C-AAA9BFF7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0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B0A74-EDEC-43CA-A6AD-47847E19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14</Pages>
  <Words>2632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18</cp:revision>
  <dcterms:created xsi:type="dcterms:W3CDTF">2025-09-23T04:56:00Z</dcterms:created>
  <dcterms:modified xsi:type="dcterms:W3CDTF">2026-02-19T07:00:00Z</dcterms:modified>
</cp:coreProperties>
</file>